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8" w:type="dxa"/>
        <w:tblInd w:w="-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5955"/>
        <w:gridCol w:w="1187"/>
        <w:gridCol w:w="2055"/>
      </w:tblGrid>
      <w:tr w:rsidR="007B0199" w:rsidRPr="007B0199" w14:paraId="74D64D71" w14:textId="77777777" w:rsidTr="00EF6218">
        <w:trPr>
          <w:trHeight w:val="270"/>
        </w:trPr>
        <w:tc>
          <w:tcPr>
            <w:tcW w:w="97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5B316413" w14:textId="77777777" w:rsidR="007B0199" w:rsidRDefault="00511EFD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11EF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Měřící vozík pro rozchod 1435</w:t>
            </w:r>
            <w:r w:rsidR="00CB1C1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511EF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mm</w:t>
            </w:r>
          </w:p>
          <w:p w14:paraId="0E65DCDA" w14:textId="789207C6" w:rsidR="00DA64DE" w:rsidRPr="007B0199" w:rsidRDefault="00DA64DE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ev. č. VZ: 63523088 </w:t>
            </w:r>
          </w:p>
        </w:tc>
      </w:tr>
      <w:tr w:rsidR="007B0199" w:rsidRPr="007B0199" w14:paraId="4D9161FB" w14:textId="77777777" w:rsidTr="00EF6218">
        <w:trPr>
          <w:trHeight w:val="270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B0199" w:rsidRPr="007B0199" w14:paraId="3E51F269" w14:textId="77777777" w:rsidTr="00EF6218">
        <w:trPr>
          <w:trHeight w:val="70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A294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ED146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252C" w14:textId="166DA703" w:rsidR="007B0199" w:rsidRPr="007B0199" w:rsidRDefault="007B0199" w:rsidP="00593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</w:t>
            </w:r>
            <w:r w:rsidR="00DA64D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bez DPH</w:t>
            </w:r>
          </w:p>
        </w:tc>
      </w:tr>
      <w:tr w:rsidR="007B0199" w:rsidRPr="007B0199" w14:paraId="3620892B" w14:textId="77777777" w:rsidTr="00D03CAC">
        <w:trPr>
          <w:trHeight w:val="138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ED19" w14:textId="6B0CD965" w:rsidR="00AB4211" w:rsidRPr="006F0AE7" w:rsidRDefault="00511EFD" w:rsidP="00D03C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 w:rsidRPr="00511EFD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Měřící vozík pro rozchod 1435</w:t>
            </w:r>
            <w:r w:rsidR="00DA64DE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511EFD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mm</w:t>
            </w:r>
            <w:r w:rsidR="00297DBA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včetně </w:t>
            </w:r>
            <w:r w:rsidR="00CB1C1F" w:rsidRP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příslušenství</w:t>
            </w:r>
            <w:r w:rsid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,</w:t>
            </w:r>
            <w:r w:rsidR="00CB1C1F" w:rsidRP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="00A8195A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hardware, </w:t>
            </w:r>
            <w:r w:rsidR="00CB1C1F" w:rsidRP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software 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5E5E4397" w:rsidR="007B0199" w:rsidRPr="006F0AE7" w:rsidRDefault="00A12287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1</w:t>
            </w:r>
            <w:r w:rsidR="007B0199" w:rsidRPr="006F0AE7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6848CF5" w14:textId="23F6B804" w:rsidR="007B0199" w:rsidRPr="006F0AE7" w:rsidRDefault="00DA64DE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 xml:space="preserve">…………… </w:t>
            </w:r>
            <w:r w:rsidR="007B0199" w:rsidRPr="006F0AE7"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>Kč</w:t>
            </w:r>
          </w:p>
        </w:tc>
      </w:tr>
      <w:tr w:rsidR="00297DBA" w:rsidRPr="007B0199" w14:paraId="0D653807" w14:textId="77777777" w:rsidTr="00DA64DE">
        <w:trPr>
          <w:trHeight w:val="138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1479C" w14:textId="44494B10" w:rsidR="00297DBA" w:rsidRPr="007B0199" w:rsidRDefault="00297DBA" w:rsidP="00297D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E4F70E" w14:textId="45294941" w:rsidR="00297DBA" w:rsidRPr="00A12287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Školení obsluhy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E67D38" w14:textId="161C130C" w:rsidR="00297DBA" w:rsidRDefault="00297DBA" w:rsidP="00297D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B5EC2D5" w14:textId="76AFF78C" w:rsidR="00297DBA" w:rsidRPr="006F0AE7" w:rsidRDefault="00297DBA" w:rsidP="00297DB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</w:pPr>
            <w:r w:rsidRPr="00EF621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297DBA" w:rsidRPr="007B0199" w14:paraId="210FDB8F" w14:textId="77777777" w:rsidTr="00EF6218">
        <w:trPr>
          <w:trHeight w:val="270"/>
        </w:trPr>
        <w:tc>
          <w:tcPr>
            <w:tcW w:w="6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4C30D" w14:textId="77777777" w:rsidR="00297DBA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44035CE" w14:textId="77777777" w:rsidR="00297DBA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  <w:p w14:paraId="2D12557F" w14:textId="6254A4B9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C573" w14:textId="77777777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9E3A" w14:textId="77777777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97DBA" w:rsidRPr="007B0199" w14:paraId="3FC8AE5D" w14:textId="77777777" w:rsidTr="00EF6218">
        <w:trPr>
          <w:trHeight w:val="103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866B12C" w14:textId="77777777" w:rsidR="00297DBA" w:rsidRPr="007B0199" w:rsidRDefault="00297DBA" w:rsidP="00297D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1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16A7D5FB" w14:textId="0A47C28C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</w:t>
            </w:r>
            <w:r w:rsidR="00DA64D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é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pole k doplnění účastníkem zadávacího řízení </w:t>
            </w:r>
          </w:p>
        </w:tc>
      </w:tr>
    </w:tbl>
    <w:p w14:paraId="03082EA8" w14:textId="0599FB9B" w:rsidR="005E752F" w:rsidRDefault="005E752F" w:rsidP="00DA64DE">
      <w:pPr>
        <w:rPr>
          <w:sz w:val="20"/>
          <w:szCs w:val="20"/>
        </w:rPr>
      </w:pPr>
    </w:p>
    <w:p w14:paraId="7F562C84" w14:textId="77777777" w:rsidR="00DA64DE" w:rsidRPr="005E752F" w:rsidRDefault="00DA64DE" w:rsidP="00DA64DE">
      <w:pPr>
        <w:rPr>
          <w:sz w:val="20"/>
          <w:szCs w:val="20"/>
        </w:rPr>
      </w:pPr>
    </w:p>
    <w:sectPr w:rsidR="00DA64DE" w:rsidRP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F1BF" w14:textId="77777777" w:rsidR="0092796C" w:rsidRDefault="0092796C" w:rsidP="00962258">
      <w:pPr>
        <w:spacing w:after="0" w:line="240" w:lineRule="auto"/>
      </w:pPr>
      <w:r>
        <w:separator/>
      </w:r>
    </w:p>
  </w:endnote>
  <w:endnote w:type="continuationSeparator" w:id="0">
    <w:p w14:paraId="4C063172" w14:textId="77777777" w:rsidR="0092796C" w:rsidRDefault="009279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46FA74B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4DA6CEE0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044E" w14:textId="77777777" w:rsidR="005A4944" w:rsidRDefault="005A4944" w:rsidP="005A4944">
          <w:pPr>
            <w:pStyle w:val="Zpat"/>
          </w:pP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56270" w14:textId="77777777" w:rsidR="0092796C" w:rsidRDefault="0092796C" w:rsidP="00962258">
      <w:pPr>
        <w:spacing w:after="0" w:line="240" w:lineRule="auto"/>
      </w:pPr>
      <w:r>
        <w:separator/>
      </w:r>
    </w:p>
  </w:footnote>
  <w:footnote w:type="continuationSeparator" w:id="0">
    <w:p w14:paraId="2D01AC4E" w14:textId="77777777" w:rsidR="0092796C" w:rsidRDefault="009279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ACC921" w14:textId="04ADB04F" w:rsidR="00DA64DE" w:rsidRPr="009618D3" w:rsidRDefault="00DA64DE" w:rsidP="00DA64DE">
          <w:pPr>
            <w:tabs>
              <w:tab w:val="center" w:pos="4536"/>
              <w:tab w:val="right" w:pos="9072"/>
            </w:tabs>
            <w:rPr>
              <w:rFonts w:eastAsia="Calibri" w:cstheme="minorHAnsi"/>
              <w:sz w:val="18"/>
            </w:rPr>
          </w:pPr>
          <w:r>
            <w:rPr>
              <w:rFonts w:eastAsia="Calibri" w:cstheme="minorHAnsi"/>
              <w:sz w:val="18"/>
            </w:rPr>
            <w:t xml:space="preserve">                                       </w:t>
          </w:r>
          <w:r w:rsidRPr="009618D3">
            <w:rPr>
              <w:rFonts w:eastAsia="Calibri" w:cstheme="minorHAnsi"/>
              <w:sz w:val="18"/>
            </w:rPr>
            <w:t xml:space="preserve">Příloha </w:t>
          </w:r>
          <w:r w:rsidR="00E318DD">
            <w:rPr>
              <w:rFonts w:eastAsia="Calibri" w:cstheme="minorHAnsi"/>
              <w:sz w:val="18"/>
            </w:rPr>
            <w:t>14</w:t>
          </w:r>
          <w:r w:rsidRPr="009618D3">
            <w:rPr>
              <w:rFonts w:eastAsia="Calibri" w:cstheme="minorHAnsi"/>
              <w:sz w:val="18"/>
            </w:rPr>
            <w:t xml:space="preserve"> Výzvy k podání nabídek:</w:t>
          </w:r>
        </w:p>
        <w:p w14:paraId="36769D17" w14:textId="31598C97" w:rsidR="002A6AEA" w:rsidRPr="002A6AEA" w:rsidRDefault="00DA64DE" w:rsidP="00DA64DE">
          <w:pPr>
            <w:pStyle w:val="Druhdokumentu"/>
            <w:rPr>
              <w:sz w:val="22"/>
              <w:szCs w:val="22"/>
            </w:rPr>
          </w:pPr>
          <w:r w:rsidRPr="00DA64DE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>Formulář pro cenovou nabídku</w:t>
          </w: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FC6389">
          <w:pPr>
            <w:pStyle w:val="Druhdokumentu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02714751">
    <w:abstractNumId w:val="1"/>
  </w:num>
  <w:num w:numId="2" w16cid:durableId="843976246">
    <w:abstractNumId w:val="0"/>
  </w:num>
  <w:num w:numId="3" w16cid:durableId="1434475249">
    <w:abstractNumId w:val="8"/>
  </w:num>
  <w:num w:numId="4" w16cid:durableId="1840269669">
    <w:abstractNumId w:val="3"/>
  </w:num>
  <w:num w:numId="5" w16cid:durableId="51197659">
    <w:abstractNumId w:val="6"/>
  </w:num>
  <w:num w:numId="6" w16cid:durableId="1161121938">
    <w:abstractNumId w:val="4"/>
  </w:num>
  <w:num w:numId="7" w16cid:durableId="758601263">
    <w:abstractNumId w:val="5"/>
  </w:num>
  <w:num w:numId="8" w16cid:durableId="1320840233">
    <w:abstractNumId w:val="2"/>
  </w:num>
  <w:num w:numId="9" w16cid:durableId="120443756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412B"/>
    <w:rsid w:val="0006095A"/>
    <w:rsid w:val="00072C1E"/>
    <w:rsid w:val="00074BDF"/>
    <w:rsid w:val="000B4EB8"/>
    <w:rsid w:val="000B5C15"/>
    <w:rsid w:val="000C41F2"/>
    <w:rsid w:val="000D1FAD"/>
    <w:rsid w:val="000D22C4"/>
    <w:rsid w:val="000D27D1"/>
    <w:rsid w:val="00114472"/>
    <w:rsid w:val="001150F2"/>
    <w:rsid w:val="0012794C"/>
    <w:rsid w:val="00137C88"/>
    <w:rsid w:val="00170E28"/>
    <w:rsid w:val="00170EC5"/>
    <w:rsid w:val="001716D3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43FA5"/>
    <w:rsid w:val="00250C6F"/>
    <w:rsid w:val="00261A5B"/>
    <w:rsid w:val="00295F4A"/>
    <w:rsid w:val="00296DC2"/>
    <w:rsid w:val="00297DBA"/>
    <w:rsid w:val="002A6AEA"/>
    <w:rsid w:val="002B4925"/>
    <w:rsid w:val="002B5243"/>
    <w:rsid w:val="002C0252"/>
    <w:rsid w:val="002C31BF"/>
    <w:rsid w:val="002D7C79"/>
    <w:rsid w:val="002E0CD7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44A50"/>
    <w:rsid w:val="00444DD2"/>
    <w:rsid w:val="00450F07"/>
    <w:rsid w:val="00453CD3"/>
    <w:rsid w:val="00460660"/>
    <w:rsid w:val="00486107"/>
    <w:rsid w:val="00491827"/>
    <w:rsid w:val="004B5CD0"/>
    <w:rsid w:val="004C4399"/>
    <w:rsid w:val="004C787C"/>
    <w:rsid w:val="004E06B3"/>
    <w:rsid w:val="004E7A1F"/>
    <w:rsid w:val="004F4B9B"/>
    <w:rsid w:val="00511AB9"/>
    <w:rsid w:val="00511EFD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42F51"/>
    <w:rsid w:val="00743525"/>
    <w:rsid w:val="00754EDB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6E91"/>
    <w:rsid w:val="008946C9"/>
    <w:rsid w:val="00895BBB"/>
    <w:rsid w:val="008A3568"/>
    <w:rsid w:val="008B4B42"/>
    <w:rsid w:val="008B6FCD"/>
    <w:rsid w:val="008B71E5"/>
    <w:rsid w:val="008D0106"/>
    <w:rsid w:val="008D03B9"/>
    <w:rsid w:val="008E4981"/>
    <w:rsid w:val="008F18D6"/>
    <w:rsid w:val="00904780"/>
    <w:rsid w:val="00922385"/>
    <w:rsid w:val="009223DF"/>
    <w:rsid w:val="0092796C"/>
    <w:rsid w:val="00936091"/>
    <w:rsid w:val="00940D8A"/>
    <w:rsid w:val="009426A8"/>
    <w:rsid w:val="00946AE9"/>
    <w:rsid w:val="00962258"/>
    <w:rsid w:val="009678B7"/>
    <w:rsid w:val="00970B5A"/>
    <w:rsid w:val="00981224"/>
    <w:rsid w:val="00992D9C"/>
    <w:rsid w:val="00996CB8"/>
    <w:rsid w:val="009B2E97"/>
    <w:rsid w:val="009C0E7D"/>
    <w:rsid w:val="009C395D"/>
    <w:rsid w:val="009C442C"/>
    <w:rsid w:val="009C6E08"/>
    <w:rsid w:val="009C7C3B"/>
    <w:rsid w:val="009D1849"/>
    <w:rsid w:val="009E07F4"/>
    <w:rsid w:val="009E2E30"/>
    <w:rsid w:val="009F309B"/>
    <w:rsid w:val="009F392E"/>
    <w:rsid w:val="00A116F5"/>
    <w:rsid w:val="00A12287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8195A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A0376"/>
    <w:rsid w:val="00BB605E"/>
    <w:rsid w:val="00BD7E91"/>
    <w:rsid w:val="00BD7F0D"/>
    <w:rsid w:val="00BF0489"/>
    <w:rsid w:val="00BF2E0B"/>
    <w:rsid w:val="00BF58D0"/>
    <w:rsid w:val="00C02D0A"/>
    <w:rsid w:val="00C03A6E"/>
    <w:rsid w:val="00C3606B"/>
    <w:rsid w:val="00C420CA"/>
    <w:rsid w:val="00C44F6A"/>
    <w:rsid w:val="00C6198E"/>
    <w:rsid w:val="00C749F2"/>
    <w:rsid w:val="00C778A5"/>
    <w:rsid w:val="00C95162"/>
    <w:rsid w:val="00C97B41"/>
    <w:rsid w:val="00CB1C1F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934AE"/>
    <w:rsid w:val="00DA2D31"/>
    <w:rsid w:val="00DA3711"/>
    <w:rsid w:val="00DA64DE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318DD"/>
    <w:rsid w:val="00E532F4"/>
    <w:rsid w:val="00E762E9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5D9A15-83FC-4D37-B8D1-C63C50618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22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Jüttnerová Andrea, Mgr.</cp:lastModifiedBy>
  <cp:revision>14</cp:revision>
  <cp:lastPrinted>2017-11-27T16:01:00Z</cp:lastPrinted>
  <dcterms:created xsi:type="dcterms:W3CDTF">2021-05-07T09:34:00Z</dcterms:created>
  <dcterms:modified xsi:type="dcterms:W3CDTF">2023-05-10T04:33:00Z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